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57D0AC" w14:textId="397D501D" w:rsidR="008E71B4" w:rsidRPr="005670E9" w:rsidRDefault="00857C2E" w:rsidP="005670E9">
      <w:pPr>
        <w:pStyle w:val="Heading2"/>
      </w:pPr>
      <w:r>
        <w:t>Supplementary</w:t>
      </w:r>
      <w:r w:rsidR="008E1661" w:rsidRPr="005670E9">
        <w:t xml:space="preserve"> </w:t>
      </w:r>
      <w:r w:rsidR="005670E9">
        <w:t>File 1:</w:t>
      </w:r>
      <w:r w:rsidR="006A5B61" w:rsidRPr="005670E9">
        <w:t xml:space="preserve"> </w:t>
      </w:r>
      <w:r w:rsidR="008E71B4" w:rsidRPr="005670E9">
        <w:t>MEDLINE Search Strategy</w:t>
      </w:r>
      <w:r w:rsidR="004E0A2A" w:rsidRPr="005670E9">
        <w:t xml:space="preserve"> for </w:t>
      </w:r>
      <w:r w:rsidR="003B57AF">
        <w:t>Glaucoma</w:t>
      </w:r>
      <w:r w:rsidR="009C0F05">
        <w:t xml:space="preserve"> Clinical Practice G</w:t>
      </w:r>
      <w:r w:rsidR="004E0A2A" w:rsidRPr="005670E9">
        <w:t>uidelines</w:t>
      </w:r>
      <w:r w:rsidR="009C0F05">
        <w:t xml:space="preserve"> E</w:t>
      </w:r>
      <w:r w:rsidR="008E71B4" w:rsidRPr="005670E9">
        <w:t xml:space="preserve">xecuted </w:t>
      </w:r>
      <w:r w:rsidR="003B57AF" w:rsidRPr="003B57AF">
        <w:t>April 17</w:t>
      </w:r>
      <w:r w:rsidR="009C0F05" w:rsidRPr="003B57AF">
        <w:t xml:space="preserve">, </w:t>
      </w:r>
      <w:r w:rsidR="003B57AF" w:rsidRPr="003B57AF">
        <w:t>2020</w:t>
      </w:r>
      <w:commentRangeStart w:id="0"/>
      <w:commentRangeEnd w:id="0"/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9468"/>
      </w:tblGrid>
      <w:tr w:rsidR="005670E9" w:rsidRPr="005670E9" w14:paraId="214713CC" w14:textId="77777777" w:rsidTr="006A5B61">
        <w:tc>
          <w:tcPr>
            <w:tcW w:w="9468" w:type="dxa"/>
          </w:tcPr>
          <w:p w14:paraId="4622A569" w14:textId="77777777" w:rsidR="003B57AF" w:rsidRDefault="003B57AF" w:rsidP="00541BD7">
            <w:pPr>
              <w:spacing w:line="240" w:lineRule="auto"/>
            </w:pPr>
            <w:r>
              <w:rPr>
                <w:rFonts w:ascii="Arial Unicode MS" w:eastAsia="Arial Unicode MS" w:hAnsi="Arial Unicode MS" w:cs="Arial Unicode MS"/>
                <w:sz w:val="20"/>
              </w:rPr>
              <w:t>Database: Ovid MEDLINE(R) and Epub Ahead of Print, In-Process &amp; Other Non-Indexed Citations, Daily and Versions(R) &lt;1946 to April 16, 2020&gt;</w:t>
            </w:r>
          </w:p>
          <w:p w14:paraId="3A307DD8" w14:textId="77777777" w:rsidR="003B57AF" w:rsidRDefault="003B57AF" w:rsidP="00541BD7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Search Strategy:</w:t>
            </w:r>
          </w:p>
          <w:p w14:paraId="715892FE" w14:textId="77777777" w:rsidR="003B57AF" w:rsidRDefault="003B57AF" w:rsidP="00541BD7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--------------------------------------------------------------------------------</w:t>
            </w:r>
          </w:p>
          <w:p w14:paraId="6E0C1E12" w14:textId="77777777" w:rsidR="003B57AF" w:rsidRDefault="003B57AF" w:rsidP="00541BD7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1     glaucoma.mp. or Glaucoma, Angle-Closure/ or Low Tension Glaucoma/ or Glaucoma/ or Glaucoma, Open-Angle/ or Glaucoma, Neovascular/ (69187)</w:t>
            </w:r>
          </w:p>
          <w:p w14:paraId="61EA85DC" w14:textId="77777777" w:rsidR="003B57AF" w:rsidRDefault="003B57AF" w:rsidP="00541BD7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2     limit 1 to ("all infant (birth to 23 months)" or "all child (0 to 18 years)" or "newborn infant (birth to 1 month)" or "infant (1 to 23 months)" or "preschool child (2 to 5 years)" or "child (6 to 12 years)" or "adolescent (13 to 18 years)") (8539)</w:t>
            </w:r>
          </w:p>
          <w:p w14:paraId="7D1E235B" w14:textId="77777777" w:rsidR="003B57AF" w:rsidRDefault="003B57AF" w:rsidP="00541BD7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3     1 not 2 (60648)</w:t>
            </w:r>
          </w:p>
          <w:p w14:paraId="083F637B" w14:textId="77777777" w:rsidR="003B57AF" w:rsidRDefault="003B57AF" w:rsidP="00541BD7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4     limit 3 to (english language and humans and yr="2009 -2020" and (guideline or practice guideline)) (9)</w:t>
            </w:r>
          </w:p>
          <w:p w14:paraId="02D81E42" w14:textId="77777777" w:rsidR="003B57AF" w:rsidRDefault="003B57AF" w:rsidP="00541BD7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</w:p>
          <w:p w14:paraId="2052BDC6" w14:textId="502082CD" w:rsidR="008E71B4" w:rsidRPr="002E25DD" w:rsidRDefault="003B57AF" w:rsidP="00541BD7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***************************</w:t>
            </w:r>
          </w:p>
        </w:tc>
      </w:tr>
    </w:tbl>
    <w:p w14:paraId="63C9176D" w14:textId="7B60F442" w:rsidR="008E71B4" w:rsidRPr="005670E9" w:rsidRDefault="00A90363" w:rsidP="004D00DA">
      <w:pPr>
        <w:pStyle w:val="Heading2"/>
        <w:rPr>
          <w:rFonts w:eastAsia="Arial Unicode MS"/>
        </w:rPr>
      </w:pPr>
      <w:r w:rsidRPr="005670E9">
        <w:rPr>
          <w:szCs w:val="22"/>
        </w:rPr>
        <w:t xml:space="preserve"> </w:t>
      </w:r>
      <w:bookmarkStart w:id="1" w:name="_GoBack"/>
      <w:bookmarkEnd w:id="1"/>
    </w:p>
    <w:sectPr w:rsidR="008E71B4" w:rsidRPr="005670E9" w:rsidSect="002A1FA4">
      <w:footerReference w:type="default" r:id="rId9"/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003331C" w16cid:durableId="22B1987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FA62AD" w14:textId="77777777" w:rsidR="00636499" w:rsidRDefault="00636499">
      <w:pPr>
        <w:spacing w:line="240" w:lineRule="auto"/>
      </w:pPr>
      <w:r>
        <w:separator/>
      </w:r>
    </w:p>
  </w:endnote>
  <w:endnote w:type="continuationSeparator" w:id="0">
    <w:p w14:paraId="7F02AF18" w14:textId="77777777" w:rsidR="00636499" w:rsidRDefault="00636499">
      <w:pPr>
        <w:spacing w:line="240" w:lineRule="auto"/>
      </w:pPr>
      <w:r>
        <w:continuationSeparator/>
      </w:r>
    </w:p>
  </w:endnote>
  <w:endnote w:type="continuationNotice" w:id="1">
    <w:p w14:paraId="291930E2" w14:textId="77777777" w:rsidR="00636499" w:rsidRDefault="0063649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775DCA" w14:textId="2A3E841C" w:rsidR="00A704C3" w:rsidRPr="00E214E4" w:rsidRDefault="00A704C3" w:rsidP="003C516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08569B" w14:textId="77777777" w:rsidR="00636499" w:rsidRDefault="00636499">
      <w:pPr>
        <w:spacing w:line="240" w:lineRule="auto"/>
      </w:pPr>
      <w:r>
        <w:separator/>
      </w:r>
    </w:p>
  </w:footnote>
  <w:footnote w:type="continuationSeparator" w:id="0">
    <w:p w14:paraId="46E2B607" w14:textId="77777777" w:rsidR="00636499" w:rsidRDefault="00636499">
      <w:pPr>
        <w:spacing w:line="240" w:lineRule="auto"/>
      </w:pPr>
      <w:r>
        <w:continuationSeparator/>
      </w:r>
    </w:p>
  </w:footnote>
  <w:footnote w:type="continuationNotice" w:id="1">
    <w:p w14:paraId="531DC497" w14:textId="77777777" w:rsidR="00636499" w:rsidRDefault="00636499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3631B"/>
    <w:multiLevelType w:val="hybridMultilevel"/>
    <w:tmpl w:val="426A486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B709A"/>
    <w:multiLevelType w:val="hybridMultilevel"/>
    <w:tmpl w:val="5ACEE7B0"/>
    <w:lvl w:ilvl="0" w:tplc="EE70EA1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C012BF"/>
    <w:multiLevelType w:val="hybridMultilevel"/>
    <w:tmpl w:val="350ED808"/>
    <w:lvl w:ilvl="0" w:tplc="66E289A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96C26"/>
    <w:multiLevelType w:val="hybridMultilevel"/>
    <w:tmpl w:val="0D444EC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632E"/>
    <w:multiLevelType w:val="hybridMultilevel"/>
    <w:tmpl w:val="D19A8830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857B54"/>
    <w:multiLevelType w:val="hybridMultilevel"/>
    <w:tmpl w:val="6E4CC36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A46549"/>
    <w:multiLevelType w:val="hybridMultilevel"/>
    <w:tmpl w:val="D0C0EB4A"/>
    <w:lvl w:ilvl="0" w:tplc="1009000F">
      <w:start w:val="1"/>
      <w:numFmt w:val="decimal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64C75C6"/>
    <w:multiLevelType w:val="hybridMultilevel"/>
    <w:tmpl w:val="6E4CC36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A46CE9"/>
    <w:multiLevelType w:val="hybridMultilevel"/>
    <w:tmpl w:val="CC8EF23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821DD4"/>
    <w:multiLevelType w:val="hybridMultilevel"/>
    <w:tmpl w:val="EE52490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CA7970"/>
    <w:multiLevelType w:val="hybridMultilevel"/>
    <w:tmpl w:val="E7240F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E21725"/>
    <w:multiLevelType w:val="hybridMultilevel"/>
    <w:tmpl w:val="43FED2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BB6A26"/>
    <w:multiLevelType w:val="hybridMultilevel"/>
    <w:tmpl w:val="DF30D6D8"/>
    <w:lvl w:ilvl="0" w:tplc="752C8D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921606"/>
    <w:multiLevelType w:val="hybridMultilevel"/>
    <w:tmpl w:val="2A324264"/>
    <w:lvl w:ilvl="0" w:tplc="752C8D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1D3F0B"/>
    <w:multiLevelType w:val="hybridMultilevel"/>
    <w:tmpl w:val="4DA8B60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DD062FF"/>
    <w:multiLevelType w:val="hybridMultilevel"/>
    <w:tmpl w:val="FF32DAB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0F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E0656F"/>
    <w:multiLevelType w:val="hybridMultilevel"/>
    <w:tmpl w:val="42BC89A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5B4615"/>
    <w:multiLevelType w:val="hybridMultilevel"/>
    <w:tmpl w:val="9D9048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B129AF"/>
    <w:multiLevelType w:val="hybridMultilevel"/>
    <w:tmpl w:val="AEB6F5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3A21B98"/>
    <w:multiLevelType w:val="hybridMultilevel"/>
    <w:tmpl w:val="CB18FEA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DD6B8B"/>
    <w:multiLevelType w:val="hybridMultilevel"/>
    <w:tmpl w:val="E4C4DC5E"/>
    <w:lvl w:ilvl="0" w:tplc="752C8D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8DE30CA"/>
    <w:multiLevelType w:val="hybridMultilevel"/>
    <w:tmpl w:val="D624A5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6"/>
  </w:num>
  <w:num w:numId="4">
    <w:abstractNumId w:val="4"/>
  </w:num>
  <w:num w:numId="5">
    <w:abstractNumId w:val="0"/>
  </w:num>
  <w:num w:numId="6">
    <w:abstractNumId w:val="19"/>
  </w:num>
  <w:num w:numId="7">
    <w:abstractNumId w:val="5"/>
  </w:num>
  <w:num w:numId="8">
    <w:abstractNumId w:val="7"/>
  </w:num>
  <w:num w:numId="9">
    <w:abstractNumId w:val="2"/>
  </w:num>
  <w:num w:numId="10">
    <w:abstractNumId w:val="10"/>
  </w:num>
  <w:num w:numId="11">
    <w:abstractNumId w:val="17"/>
  </w:num>
  <w:num w:numId="12">
    <w:abstractNumId w:val="18"/>
  </w:num>
  <w:num w:numId="13">
    <w:abstractNumId w:val="1"/>
  </w:num>
  <w:num w:numId="14">
    <w:abstractNumId w:val="20"/>
  </w:num>
  <w:num w:numId="15">
    <w:abstractNumId w:val="13"/>
  </w:num>
  <w:num w:numId="16">
    <w:abstractNumId w:val="12"/>
  </w:num>
  <w:num w:numId="17">
    <w:abstractNumId w:val="16"/>
  </w:num>
  <w:num w:numId="18">
    <w:abstractNumId w:val="21"/>
  </w:num>
  <w:num w:numId="19">
    <w:abstractNumId w:val="14"/>
  </w:num>
  <w:num w:numId="20">
    <w:abstractNumId w:val="9"/>
  </w:num>
  <w:num w:numId="21">
    <w:abstractNumId w:val="8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9FE"/>
    <w:rsid w:val="00001FF0"/>
    <w:rsid w:val="00007799"/>
    <w:rsid w:val="0000793D"/>
    <w:rsid w:val="00007EE9"/>
    <w:rsid w:val="00013172"/>
    <w:rsid w:val="000134E7"/>
    <w:rsid w:val="00013A89"/>
    <w:rsid w:val="00014A60"/>
    <w:rsid w:val="00015D75"/>
    <w:rsid w:val="00020D06"/>
    <w:rsid w:val="00024572"/>
    <w:rsid w:val="00032927"/>
    <w:rsid w:val="00033B7A"/>
    <w:rsid w:val="00034060"/>
    <w:rsid w:val="00036849"/>
    <w:rsid w:val="000368F0"/>
    <w:rsid w:val="00046DBE"/>
    <w:rsid w:val="00064B42"/>
    <w:rsid w:val="00070C7F"/>
    <w:rsid w:val="00072413"/>
    <w:rsid w:val="00072B3D"/>
    <w:rsid w:val="00073444"/>
    <w:rsid w:val="00075CDF"/>
    <w:rsid w:val="00077EEC"/>
    <w:rsid w:val="00080423"/>
    <w:rsid w:val="00084D22"/>
    <w:rsid w:val="00087561"/>
    <w:rsid w:val="00091F90"/>
    <w:rsid w:val="00094309"/>
    <w:rsid w:val="00097FBC"/>
    <w:rsid w:val="000A026E"/>
    <w:rsid w:val="000B0FDF"/>
    <w:rsid w:val="000B24AD"/>
    <w:rsid w:val="000B686A"/>
    <w:rsid w:val="000C11EF"/>
    <w:rsid w:val="000D530E"/>
    <w:rsid w:val="000E0829"/>
    <w:rsid w:val="000E4A17"/>
    <w:rsid w:val="000E5C08"/>
    <w:rsid w:val="000F0AA1"/>
    <w:rsid w:val="000F20DB"/>
    <w:rsid w:val="000F3BF5"/>
    <w:rsid w:val="000F5045"/>
    <w:rsid w:val="000F5310"/>
    <w:rsid w:val="00100175"/>
    <w:rsid w:val="001004D2"/>
    <w:rsid w:val="001012C2"/>
    <w:rsid w:val="00101D02"/>
    <w:rsid w:val="0010445E"/>
    <w:rsid w:val="00112787"/>
    <w:rsid w:val="001145BF"/>
    <w:rsid w:val="00115CC0"/>
    <w:rsid w:val="001206C7"/>
    <w:rsid w:val="00122A4A"/>
    <w:rsid w:val="00125CAD"/>
    <w:rsid w:val="00132115"/>
    <w:rsid w:val="00134E77"/>
    <w:rsid w:val="00135DFF"/>
    <w:rsid w:val="001473B5"/>
    <w:rsid w:val="001555A3"/>
    <w:rsid w:val="00155688"/>
    <w:rsid w:val="001559B3"/>
    <w:rsid w:val="0016033D"/>
    <w:rsid w:val="00160932"/>
    <w:rsid w:val="0016326B"/>
    <w:rsid w:val="00163470"/>
    <w:rsid w:val="00166039"/>
    <w:rsid w:val="00174D8A"/>
    <w:rsid w:val="001801CB"/>
    <w:rsid w:val="0018551A"/>
    <w:rsid w:val="00194BAE"/>
    <w:rsid w:val="00196A23"/>
    <w:rsid w:val="001A653C"/>
    <w:rsid w:val="001B0937"/>
    <w:rsid w:val="001B2ECA"/>
    <w:rsid w:val="001B4698"/>
    <w:rsid w:val="001B6658"/>
    <w:rsid w:val="001C0481"/>
    <w:rsid w:val="001C058F"/>
    <w:rsid w:val="001D140E"/>
    <w:rsid w:val="001D3847"/>
    <w:rsid w:val="001D5F91"/>
    <w:rsid w:val="001E366C"/>
    <w:rsid w:val="001E7DB2"/>
    <w:rsid w:val="001F12DF"/>
    <w:rsid w:val="001F324A"/>
    <w:rsid w:val="001F445A"/>
    <w:rsid w:val="00207D33"/>
    <w:rsid w:val="00211083"/>
    <w:rsid w:val="0022095A"/>
    <w:rsid w:val="002215AC"/>
    <w:rsid w:val="00222DD9"/>
    <w:rsid w:val="00224E1D"/>
    <w:rsid w:val="00235C6D"/>
    <w:rsid w:val="00235D0D"/>
    <w:rsid w:val="00235FB5"/>
    <w:rsid w:val="00237200"/>
    <w:rsid w:val="00237B2C"/>
    <w:rsid w:val="00237B36"/>
    <w:rsid w:val="00241E28"/>
    <w:rsid w:val="002467CE"/>
    <w:rsid w:val="00247BC2"/>
    <w:rsid w:val="0025407E"/>
    <w:rsid w:val="00254DA4"/>
    <w:rsid w:val="002554B1"/>
    <w:rsid w:val="0026397D"/>
    <w:rsid w:val="00263CA6"/>
    <w:rsid w:val="0027586E"/>
    <w:rsid w:val="00282C49"/>
    <w:rsid w:val="00284A69"/>
    <w:rsid w:val="002853D2"/>
    <w:rsid w:val="00291C46"/>
    <w:rsid w:val="002A1FA4"/>
    <w:rsid w:val="002A3F74"/>
    <w:rsid w:val="002A6633"/>
    <w:rsid w:val="002A7CB8"/>
    <w:rsid w:val="002B40C1"/>
    <w:rsid w:val="002B532A"/>
    <w:rsid w:val="002B5D3A"/>
    <w:rsid w:val="002C35DB"/>
    <w:rsid w:val="002C3B55"/>
    <w:rsid w:val="002C45EB"/>
    <w:rsid w:val="002C4E93"/>
    <w:rsid w:val="002C75D4"/>
    <w:rsid w:val="002D26A9"/>
    <w:rsid w:val="002D3A1B"/>
    <w:rsid w:val="002D6FEB"/>
    <w:rsid w:val="002E06E9"/>
    <w:rsid w:val="002E25DD"/>
    <w:rsid w:val="002E3D23"/>
    <w:rsid w:val="002F227E"/>
    <w:rsid w:val="002F3EFC"/>
    <w:rsid w:val="00301DB6"/>
    <w:rsid w:val="00303642"/>
    <w:rsid w:val="00307013"/>
    <w:rsid w:val="00312710"/>
    <w:rsid w:val="0031793B"/>
    <w:rsid w:val="00317A41"/>
    <w:rsid w:val="00332581"/>
    <w:rsid w:val="00347949"/>
    <w:rsid w:val="0035379B"/>
    <w:rsid w:val="00357BEB"/>
    <w:rsid w:val="00362FCD"/>
    <w:rsid w:val="00364ABD"/>
    <w:rsid w:val="00372565"/>
    <w:rsid w:val="003837A1"/>
    <w:rsid w:val="0038429E"/>
    <w:rsid w:val="00384DB7"/>
    <w:rsid w:val="00385031"/>
    <w:rsid w:val="003852C5"/>
    <w:rsid w:val="0038640A"/>
    <w:rsid w:val="00386920"/>
    <w:rsid w:val="00387331"/>
    <w:rsid w:val="003A595C"/>
    <w:rsid w:val="003B01C3"/>
    <w:rsid w:val="003B0846"/>
    <w:rsid w:val="003B161B"/>
    <w:rsid w:val="003B22A3"/>
    <w:rsid w:val="003B57AF"/>
    <w:rsid w:val="003B5E7C"/>
    <w:rsid w:val="003B72C0"/>
    <w:rsid w:val="003C0CBB"/>
    <w:rsid w:val="003C516D"/>
    <w:rsid w:val="003D0DD3"/>
    <w:rsid w:val="003D2352"/>
    <w:rsid w:val="003D3715"/>
    <w:rsid w:val="003E0F61"/>
    <w:rsid w:val="003E6228"/>
    <w:rsid w:val="003E6B28"/>
    <w:rsid w:val="003F1592"/>
    <w:rsid w:val="003F3972"/>
    <w:rsid w:val="003F6553"/>
    <w:rsid w:val="004030D0"/>
    <w:rsid w:val="00405E58"/>
    <w:rsid w:val="004060BE"/>
    <w:rsid w:val="00417E68"/>
    <w:rsid w:val="00421495"/>
    <w:rsid w:val="004216D8"/>
    <w:rsid w:val="00424ED4"/>
    <w:rsid w:val="00425211"/>
    <w:rsid w:val="00431483"/>
    <w:rsid w:val="004324BF"/>
    <w:rsid w:val="004359A9"/>
    <w:rsid w:val="00435E81"/>
    <w:rsid w:val="00437437"/>
    <w:rsid w:val="00450BEB"/>
    <w:rsid w:val="00452DF9"/>
    <w:rsid w:val="0046164C"/>
    <w:rsid w:val="00470BCD"/>
    <w:rsid w:val="004724AB"/>
    <w:rsid w:val="004837AE"/>
    <w:rsid w:val="00487C37"/>
    <w:rsid w:val="004912FC"/>
    <w:rsid w:val="004952D6"/>
    <w:rsid w:val="004961E1"/>
    <w:rsid w:val="00496DB7"/>
    <w:rsid w:val="004A4664"/>
    <w:rsid w:val="004B052B"/>
    <w:rsid w:val="004B330C"/>
    <w:rsid w:val="004B7C03"/>
    <w:rsid w:val="004D00DA"/>
    <w:rsid w:val="004D0B9B"/>
    <w:rsid w:val="004D18E3"/>
    <w:rsid w:val="004D301B"/>
    <w:rsid w:val="004D52FA"/>
    <w:rsid w:val="004D6969"/>
    <w:rsid w:val="004D7B19"/>
    <w:rsid w:val="004E057F"/>
    <w:rsid w:val="004E0A2A"/>
    <w:rsid w:val="004E15C3"/>
    <w:rsid w:val="004E1B06"/>
    <w:rsid w:val="004E2697"/>
    <w:rsid w:val="004E3879"/>
    <w:rsid w:val="004E541A"/>
    <w:rsid w:val="004E557B"/>
    <w:rsid w:val="004E62DF"/>
    <w:rsid w:val="004E6E90"/>
    <w:rsid w:val="004F1DA4"/>
    <w:rsid w:val="004F249F"/>
    <w:rsid w:val="004F7DD2"/>
    <w:rsid w:val="00500475"/>
    <w:rsid w:val="00513ED6"/>
    <w:rsid w:val="005141AF"/>
    <w:rsid w:val="005161F8"/>
    <w:rsid w:val="005173C7"/>
    <w:rsid w:val="0052271E"/>
    <w:rsid w:val="005332EB"/>
    <w:rsid w:val="00540E2D"/>
    <w:rsid w:val="00541BD7"/>
    <w:rsid w:val="0054302B"/>
    <w:rsid w:val="00543B5B"/>
    <w:rsid w:val="00550FA8"/>
    <w:rsid w:val="00551A61"/>
    <w:rsid w:val="005525EA"/>
    <w:rsid w:val="00557EE3"/>
    <w:rsid w:val="0056038D"/>
    <w:rsid w:val="00560436"/>
    <w:rsid w:val="005670E9"/>
    <w:rsid w:val="00567D77"/>
    <w:rsid w:val="005702A4"/>
    <w:rsid w:val="00570997"/>
    <w:rsid w:val="005713A8"/>
    <w:rsid w:val="0058078F"/>
    <w:rsid w:val="00581281"/>
    <w:rsid w:val="00584B37"/>
    <w:rsid w:val="00586521"/>
    <w:rsid w:val="005867F3"/>
    <w:rsid w:val="00594BD5"/>
    <w:rsid w:val="005954B2"/>
    <w:rsid w:val="00597A7B"/>
    <w:rsid w:val="005A49E8"/>
    <w:rsid w:val="005B03BD"/>
    <w:rsid w:val="005B3869"/>
    <w:rsid w:val="005B581E"/>
    <w:rsid w:val="005B6E5E"/>
    <w:rsid w:val="005B7DC9"/>
    <w:rsid w:val="005C0043"/>
    <w:rsid w:val="005C0CCD"/>
    <w:rsid w:val="005C31E7"/>
    <w:rsid w:val="005C613D"/>
    <w:rsid w:val="005C7483"/>
    <w:rsid w:val="005D348C"/>
    <w:rsid w:val="005D3BAA"/>
    <w:rsid w:val="005D7E9F"/>
    <w:rsid w:val="005E406B"/>
    <w:rsid w:val="005F2A03"/>
    <w:rsid w:val="00601CD8"/>
    <w:rsid w:val="00602FA2"/>
    <w:rsid w:val="006066A8"/>
    <w:rsid w:val="0061051C"/>
    <w:rsid w:val="006164CF"/>
    <w:rsid w:val="00625A6C"/>
    <w:rsid w:val="00626CDF"/>
    <w:rsid w:val="00634827"/>
    <w:rsid w:val="00634EDF"/>
    <w:rsid w:val="00635D17"/>
    <w:rsid w:val="00636499"/>
    <w:rsid w:val="00636950"/>
    <w:rsid w:val="006422EA"/>
    <w:rsid w:val="0064324A"/>
    <w:rsid w:val="006500E8"/>
    <w:rsid w:val="00651F3D"/>
    <w:rsid w:val="006527C5"/>
    <w:rsid w:val="00653ABA"/>
    <w:rsid w:val="00654C36"/>
    <w:rsid w:val="00666AE5"/>
    <w:rsid w:val="006722FF"/>
    <w:rsid w:val="006729FE"/>
    <w:rsid w:val="00675763"/>
    <w:rsid w:val="0067675D"/>
    <w:rsid w:val="00687AAA"/>
    <w:rsid w:val="00690FA1"/>
    <w:rsid w:val="006924D1"/>
    <w:rsid w:val="006929AA"/>
    <w:rsid w:val="0069617B"/>
    <w:rsid w:val="006A5B61"/>
    <w:rsid w:val="006C1F0C"/>
    <w:rsid w:val="006C33C5"/>
    <w:rsid w:val="006C5BF4"/>
    <w:rsid w:val="006D02E5"/>
    <w:rsid w:val="006D1AD3"/>
    <w:rsid w:val="006D2619"/>
    <w:rsid w:val="006D5FF0"/>
    <w:rsid w:val="006E0C72"/>
    <w:rsid w:val="006E1138"/>
    <w:rsid w:val="006E412A"/>
    <w:rsid w:val="006E7551"/>
    <w:rsid w:val="006F44AC"/>
    <w:rsid w:val="00701A19"/>
    <w:rsid w:val="00706263"/>
    <w:rsid w:val="00707505"/>
    <w:rsid w:val="00713C6A"/>
    <w:rsid w:val="007173E7"/>
    <w:rsid w:val="00721DEC"/>
    <w:rsid w:val="00726185"/>
    <w:rsid w:val="007321D1"/>
    <w:rsid w:val="00733990"/>
    <w:rsid w:val="00734AE1"/>
    <w:rsid w:val="00746D51"/>
    <w:rsid w:val="00755D4B"/>
    <w:rsid w:val="00756806"/>
    <w:rsid w:val="00767102"/>
    <w:rsid w:val="007674FA"/>
    <w:rsid w:val="00770C9A"/>
    <w:rsid w:val="00772E1C"/>
    <w:rsid w:val="00772F5D"/>
    <w:rsid w:val="00773CFB"/>
    <w:rsid w:val="00777122"/>
    <w:rsid w:val="00777C53"/>
    <w:rsid w:val="00782754"/>
    <w:rsid w:val="00783B6C"/>
    <w:rsid w:val="00786AF6"/>
    <w:rsid w:val="00791267"/>
    <w:rsid w:val="007942D5"/>
    <w:rsid w:val="00797372"/>
    <w:rsid w:val="007A2D40"/>
    <w:rsid w:val="007A6DD3"/>
    <w:rsid w:val="007B1F57"/>
    <w:rsid w:val="007B2EF0"/>
    <w:rsid w:val="007C1DC6"/>
    <w:rsid w:val="007C37B9"/>
    <w:rsid w:val="007D6A01"/>
    <w:rsid w:val="007E038A"/>
    <w:rsid w:val="007E0945"/>
    <w:rsid w:val="007E2AFC"/>
    <w:rsid w:val="007E5337"/>
    <w:rsid w:val="007E7896"/>
    <w:rsid w:val="007F07F2"/>
    <w:rsid w:val="007F32EE"/>
    <w:rsid w:val="007F5DBA"/>
    <w:rsid w:val="00804417"/>
    <w:rsid w:val="00814693"/>
    <w:rsid w:val="008250BD"/>
    <w:rsid w:val="00830346"/>
    <w:rsid w:val="00840ADD"/>
    <w:rsid w:val="00854356"/>
    <w:rsid w:val="008551F1"/>
    <w:rsid w:val="00857C2E"/>
    <w:rsid w:val="00863354"/>
    <w:rsid w:val="00866DA2"/>
    <w:rsid w:val="00870B34"/>
    <w:rsid w:val="00871020"/>
    <w:rsid w:val="00871516"/>
    <w:rsid w:val="00875471"/>
    <w:rsid w:val="00877E77"/>
    <w:rsid w:val="0088239F"/>
    <w:rsid w:val="008833EC"/>
    <w:rsid w:val="008929E4"/>
    <w:rsid w:val="00896462"/>
    <w:rsid w:val="008C2486"/>
    <w:rsid w:val="008C4D2F"/>
    <w:rsid w:val="008C578A"/>
    <w:rsid w:val="008C70B2"/>
    <w:rsid w:val="008D0817"/>
    <w:rsid w:val="008D0C65"/>
    <w:rsid w:val="008E1661"/>
    <w:rsid w:val="008E3522"/>
    <w:rsid w:val="008E71B4"/>
    <w:rsid w:val="008F672C"/>
    <w:rsid w:val="008F7D05"/>
    <w:rsid w:val="0090061D"/>
    <w:rsid w:val="00901A05"/>
    <w:rsid w:val="00902EE5"/>
    <w:rsid w:val="00905169"/>
    <w:rsid w:val="00912DDC"/>
    <w:rsid w:val="00913E31"/>
    <w:rsid w:val="00914EB1"/>
    <w:rsid w:val="00923B5F"/>
    <w:rsid w:val="00924923"/>
    <w:rsid w:val="00926130"/>
    <w:rsid w:val="00927458"/>
    <w:rsid w:val="00936A84"/>
    <w:rsid w:val="00937E96"/>
    <w:rsid w:val="00940AF1"/>
    <w:rsid w:val="00942FEC"/>
    <w:rsid w:val="00946CEC"/>
    <w:rsid w:val="00950364"/>
    <w:rsid w:val="00953849"/>
    <w:rsid w:val="00953BF3"/>
    <w:rsid w:val="009549C6"/>
    <w:rsid w:val="00956980"/>
    <w:rsid w:val="00956AE2"/>
    <w:rsid w:val="00964F7A"/>
    <w:rsid w:val="00972070"/>
    <w:rsid w:val="0097494D"/>
    <w:rsid w:val="009777D9"/>
    <w:rsid w:val="009779F0"/>
    <w:rsid w:val="009837A9"/>
    <w:rsid w:val="00991A61"/>
    <w:rsid w:val="00993008"/>
    <w:rsid w:val="00993213"/>
    <w:rsid w:val="00994815"/>
    <w:rsid w:val="00995255"/>
    <w:rsid w:val="009A2649"/>
    <w:rsid w:val="009A30AA"/>
    <w:rsid w:val="009A4C5D"/>
    <w:rsid w:val="009A5B4D"/>
    <w:rsid w:val="009B6D75"/>
    <w:rsid w:val="009C0F05"/>
    <w:rsid w:val="009C1B1D"/>
    <w:rsid w:val="009C2797"/>
    <w:rsid w:val="009D0138"/>
    <w:rsid w:val="009D6C0F"/>
    <w:rsid w:val="009D7D2F"/>
    <w:rsid w:val="009E09D8"/>
    <w:rsid w:val="009E1B45"/>
    <w:rsid w:val="00A02015"/>
    <w:rsid w:val="00A03AE2"/>
    <w:rsid w:val="00A0635A"/>
    <w:rsid w:val="00A11079"/>
    <w:rsid w:val="00A15D8E"/>
    <w:rsid w:val="00A24CA5"/>
    <w:rsid w:val="00A33B15"/>
    <w:rsid w:val="00A34DEB"/>
    <w:rsid w:val="00A379BB"/>
    <w:rsid w:val="00A53FD3"/>
    <w:rsid w:val="00A60AC0"/>
    <w:rsid w:val="00A60F58"/>
    <w:rsid w:val="00A668CC"/>
    <w:rsid w:val="00A678CC"/>
    <w:rsid w:val="00A704C3"/>
    <w:rsid w:val="00A72350"/>
    <w:rsid w:val="00A90363"/>
    <w:rsid w:val="00A97C13"/>
    <w:rsid w:val="00AB4A54"/>
    <w:rsid w:val="00AC0049"/>
    <w:rsid w:val="00AC7EA9"/>
    <w:rsid w:val="00AD3921"/>
    <w:rsid w:val="00AD6D75"/>
    <w:rsid w:val="00AE40F5"/>
    <w:rsid w:val="00AF191B"/>
    <w:rsid w:val="00AF55CE"/>
    <w:rsid w:val="00B00146"/>
    <w:rsid w:val="00B002A6"/>
    <w:rsid w:val="00B01A70"/>
    <w:rsid w:val="00B0320E"/>
    <w:rsid w:val="00B077EF"/>
    <w:rsid w:val="00B116C8"/>
    <w:rsid w:val="00B1170C"/>
    <w:rsid w:val="00B14D2B"/>
    <w:rsid w:val="00B15833"/>
    <w:rsid w:val="00B1770F"/>
    <w:rsid w:val="00B20AA7"/>
    <w:rsid w:val="00B217E8"/>
    <w:rsid w:val="00B21955"/>
    <w:rsid w:val="00B2294D"/>
    <w:rsid w:val="00B22F95"/>
    <w:rsid w:val="00B24B63"/>
    <w:rsid w:val="00B27E26"/>
    <w:rsid w:val="00B3256C"/>
    <w:rsid w:val="00B336B0"/>
    <w:rsid w:val="00B3571E"/>
    <w:rsid w:val="00B37C0B"/>
    <w:rsid w:val="00B41D2D"/>
    <w:rsid w:val="00B42187"/>
    <w:rsid w:val="00B45A1D"/>
    <w:rsid w:val="00B50F5A"/>
    <w:rsid w:val="00B52FFB"/>
    <w:rsid w:val="00B565EF"/>
    <w:rsid w:val="00B60C51"/>
    <w:rsid w:val="00B61346"/>
    <w:rsid w:val="00B70971"/>
    <w:rsid w:val="00B71136"/>
    <w:rsid w:val="00B7478B"/>
    <w:rsid w:val="00B76054"/>
    <w:rsid w:val="00B76AAE"/>
    <w:rsid w:val="00B76BFA"/>
    <w:rsid w:val="00B77BCA"/>
    <w:rsid w:val="00B8443B"/>
    <w:rsid w:val="00B87660"/>
    <w:rsid w:val="00B91B75"/>
    <w:rsid w:val="00B92B30"/>
    <w:rsid w:val="00B935E7"/>
    <w:rsid w:val="00BA64B5"/>
    <w:rsid w:val="00BA7E1B"/>
    <w:rsid w:val="00BB06EA"/>
    <w:rsid w:val="00BB1BC8"/>
    <w:rsid w:val="00BB1C6B"/>
    <w:rsid w:val="00BC2EE0"/>
    <w:rsid w:val="00BC4C28"/>
    <w:rsid w:val="00BD27A9"/>
    <w:rsid w:val="00BD53DB"/>
    <w:rsid w:val="00BD6006"/>
    <w:rsid w:val="00BE2439"/>
    <w:rsid w:val="00BE5F40"/>
    <w:rsid w:val="00BE6151"/>
    <w:rsid w:val="00BF571A"/>
    <w:rsid w:val="00C0050A"/>
    <w:rsid w:val="00C03EA9"/>
    <w:rsid w:val="00C146A0"/>
    <w:rsid w:val="00C15D5B"/>
    <w:rsid w:val="00C204B9"/>
    <w:rsid w:val="00C330FA"/>
    <w:rsid w:val="00C35CBB"/>
    <w:rsid w:val="00C41702"/>
    <w:rsid w:val="00C42B72"/>
    <w:rsid w:val="00C43D60"/>
    <w:rsid w:val="00C43F49"/>
    <w:rsid w:val="00C6155F"/>
    <w:rsid w:val="00C62EF2"/>
    <w:rsid w:val="00C65120"/>
    <w:rsid w:val="00C714D0"/>
    <w:rsid w:val="00C82237"/>
    <w:rsid w:val="00C84025"/>
    <w:rsid w:val="00C84E8B"/>
    <w:rsid w:val="00C92EC1"/>
    <w:rsid w:val="00C963B2"/>
    <w:rsid w:val="00CA0195"/>
    <w:rsid w:val="00CA2E8A"/>
    <w:rsid w:val="00CB0A0E"/>
    <w:rsid w:val="00CB122C"/>
    <w:rsid w:val="00CB50E9"/>
    <w:rsid w:val="00CB658F"/>
    <w:rsid w:val="00CC1F65"/>
    <w:rsid w:val="00CC2776"/>
    <w:rsid w:val="00CD080D"/>
    <w:rsid w:val="00CD3237"/>
    <w:rsid w:val="00CD4152"/>
    <w:rsid w:val="00CF414A"/>
    <w:rsid w:val="00D02FFC"/>
    <w:rsid w:val="00D03A1B"/>
    <w:rsid w:val="00D153D1"/>
    <w:rsid w:val="00D20714"/>
    <w:rsid w:val="00D22D52"/>
    <w:rsid w:val="00D23818"/>
    <w:rsid w:val="00D31DE1"/>
    <w:rsid w:val="00D32CEB"/>
    <w:rsid w:val="00D444B7"/>
    <w:rsid w:val="00D50C43"/>
    <w:rsid w:val="00D51A19"/>
    <w:rsid w:val="00D57C42"/>
    <w:rsid w:val="00D702C9"/>
    <w:rsid w:val="00D7151D"/>
    <w:rsid w:val="00D7164D"/>
    <w:rsid w:val="00D76CC7"/>
    <w:rsid w:val="00D8104B"/>
    <w:rsid w:val="00D82717"/>
    <w:rsid w:val="00D84ACF"/>
    <w:rsid w:val="00D92069"/>
    <w:rsid w:val="00D952E4"/>
    <w:rsid w:val="00D95C66"/>
    <w:rsid w:val="00D96C0E"/>
    <w:rsid w:val="00DA0505"/>
    <w:rsid w:val="00DA35FC"/>
    <w:rsid w:val="00DA3B7F"/>
    <w:rsid w:val="00DA44BB"/>
    <w:rsid w:val="00DA4740"/>
    <w:rsid w:val="00DA5EA7"/>
    <w:rsid w:val="00DB240B"/>
    <w:rsid w:val="00DB2A03"/>
    <w:rsid w:val="00DB60C2"/>
    <w:rsid w:val="00DB6C35"/>
    <w:rsid w:val="00DC2352"/>
    <w:rsid w:val="00DC3C14"/>
    <w:rsid w:val="00DC69AE"/>
    <w:rsid w:val="00DC69D3"/>
    <w:rsid w:val="00DD5040"/>
    <w:rsid w:val="00DD6495"/>
    <w:rsid w:val="00DE0CCE"/>
    <w:rsid w:val="00DF548B"/>
    <w:rsid w:val="00DF6C02"/>
    <w:rsid w:val="00DF749B"/>
    <w:rsid w:val="00E04135"/>
    <w:rsid w:val="00E060C2"/>
    <w:rsid w:val="00E069DE"/>
    <w:rsid w:val="00E06D25"/>
    <w:rsid w:val="00E0748E"/>
    <w:rsid w:val="00E07E1C"/>
    <w:rsid w:val="00E10832"/>
    <w:rsid w:val="00E11747"/>
    <w:rsid w:val="00E20C16"/>
    <w:rsid w:val="00E214E4"/>
    <w:rsid w:val="00E24E37"/>
    <w:rsid w:val="00E25E1F"/>
    <w:rsid w:val="00E27FED"/>
    <w:rsid w:val="00E321D9"/>
    <w:rsid w:val="00E335E9"/>
    <w:rsid w:val="00E34DBC"/>
    <w:rsid w:val="00E37013"/>
    <w:rsid w:val="00E3787E"/>
    <w:rsid w:val="00E40B06"/>
    <w:rsid w:val="00E44CEB"/>
    <w:rsid w:val="00E44D67"/>
    <w:rsid w:val="00E52862"/>
    <w:rsid w:val="00E53D67"/>
    <w:rsid w:val="00E57E78"/>
    <w:rsid w:val="00E62701"/>
    <w:rsid w:val="00E71E02"/>
    <w:rsid w:val="00E7367E"/>
    <w:rsid w:val="00E763C5"/>
    <w:rsid w:val="00E81C9A"/>
    <w:rsid w:val="00E82232"/>
    <w:rsid w:val="00E86BA2"/>
    <w:rsid w:val="00E91790"/>
    <w:rsid w:val="00E91BCE"/>
    <w:rsid w:val="00E9235C"/>
    <w:rsid w:val="00E93959"/>
    <w:rsid w:val="00EA5D92"/>
    <w:rsid w:val="00EB3B0F"/>
    <w:rsid w:val="00EB4A66"/>
    <w:rsid w:val="00EC0914"/>
    <w:rsid w:val="00EC3798"/>
    <w:rsid w:val="00EC46CE"/>
    <w:rsid w:val="00EC576B"/>
    <w:rsid w:val="00EC736A"/>
    <w:rsid w:val="00ED0DF9"/>
    <w:rsid w:val="00ED2FC7"/>
    <w:rsid w:val="00ED4125"/>
    <w:rsid w:val="00ED60D5"/>
    <w:rsid w:val="00EE4D67"/>
    <w:rsid w:val="00EF1974"/>
    <w:rsid w:val="00EF3F6B"/>
    <w:rsid w:val="00F006E2"/>
    <w:rsid w:val="00F01186"/>
    <w:rsid w:val="00F023CF"/>
    <w:rsid w:val="00F078A7"/>
    <w:rsid w:val="00F162A3"/>
    <w:rsid w:val="00F20F14"/>
    <w:rsid w:val="00F230CA"/>
    <w:rsid w:val="00F30C7E"/>
    <w:rsid w:val="00F30E53"/>
    <w:rsid w:val="00F31A51"/>
    <w:rsid w:val="00F3616C"/>
    <w:rsid w:val="00F3715B"/>
    <w:rsid w:val="00F377E9"/>
    <w:rsid w:val="00F41440"/>
    <w:rsid w:val="00F46002"/>
    <w:rsid w:val="00F56801"/>
    <w:rsid w:val="00F56DDE"/>
    <w:rsid w:val="00F56E40"/>
    <w:rsid w:val="00F632B0"/>
    <w:rsid w:val="00F64D05"/>
    <w:rsid w:val="00F722DD"/>
    <w:rsid w:val="00F73F80"/>
    <w:rsid w:val="00F74D5F"/>
    <w:rsid w:val="00F751B1"/>
    <w:rsid w:val="00F7654A"/>
    <w:rsid w:val="00F77B71"/>
    <w:rsid w:val="00F8109E"/>
    <w:rsid w:val="00F84803"/>
    <w:rsid w:val="00F8741B"/>
    <w:rsid w:val="00F87B2A"/>
    <w:rsid w:val="00F91871"/>
    <w:rsid w:val="00F94910"/>
    <w:rsid w:val="00FA43CF"/>
    <w:rsid w:val="00FA4835"/>
    <w:rsid w:val="00FB40FF"/>
    <w:rsid w:val="00FB4C8C"/>
    <w:rsid w:val="00FB6BE7"/>
    <w:rsid w:val="00FB78D3"/>
    <w:rsid w:val="00FB7AFB"/>
    <w:rsid w:val="00FC7342"/>
    <w:rsid w:val="00FD2CD2"/>
    <w:rsid w:val="00FE4D9C"/>
    <w:rsid w:val="00FF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54D7DA"/>
  <w15:docId w15:val="{A0EB9CEB-7E38-4B8E-8886-6C07A9B7D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480" w:lineRule="auto"/>
    </w:pPr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 w:line="240" w:lineRule="auto"/>
      <w:outlineLvl w:val="1"/>
    </w:pPr>
    <w:rPr>
      <w:rFonts w:ascii="Arial" w:hAnsi="Arial" w:cs="Arial"/>
      <w:b/>
      <w:bCs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spacing w:line="240" w:lineRule="auto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ind w:left="720"/>
    </w:pPr>
  </w:style>
  <w:style w:type="character" w:customStyle="1" w:styleId="entity1">
    <w:name w:val="entity1"/>
    <w:basedOn w:val="DefaultParagraphFont"/>
    <w:rPr>
      <w:rFonts w:ascii="Times New Roman" w:hAnsi="Times New Roman" w:cs="Times New Roman" w:hint="default"/>
    </w:rPr>
  </w:style>
  <w:style w:type="paragraph" w:customStyle="1" w:styleId="justify">
    <w:name w:val="justify"/>
    <w:basedOn w:val="Normal"/>
    <w:pPr>
      <w:spacing w:before="100" w:beforeAutospacing="1" w:after="100" w:afterAutospacing="1"/>
      <w:jc w:val="both"/>
    </w:pPr>
    <w:rPr>
      <w:rFonts w:ascii="Verdana" w:eastAsia="Arial Unicode MS" w:hAnsi="Verdana" w:cs="Arial Unicode MS"/>
      <w:sz w:val="20"/>
      <w:szCs w:val="20"/>
    </w:rPr>
  </w:style>
  <w:style w:type="paragraph" w:styleId="NormalWeb">
    <w:name w:val="Normal (Web)"/>
    <w:basedOn w:val="Normal"/>
    <w:uiPriority w:val="99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smallhead">
    <w:name w:val="smallhead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CommentReference">
    <w:name w:val="annotation reference"/>
    <w:basedOn w:val="DefaultParagraphFont"/>
    <w:uiPriority w:val="99"/>
    <w:semiHidden/>
    <w:unhideWhenUsed/>
    <w:rsid w:val="00A24C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24C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24CA5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4C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4CA5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CA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CA5"/>
    <w:rPr>
      <w:rFonts w:ascii="Tahoma" w:hAnsi="Tahoma" w:cs="Tahoma"/>
      <w:sz w:val="16"/>
      <w:szCs w:val="16"/>
      <w:lang w:val="en-GB" w:eastAsia="en-US"/>
    </w:rPr>
  </w:style>
  <w:style w:type="character" w:customStyle="1" w:styleId="paragraph">
    <w:name w:val="paragraph"/>
    <w:basedOn w:val="DefaultParagraphFont"/>
    <w:rsid w:val="00155688"/>
  </w:style>
  <w:style w:type="paragraph" w:styleId="NoSpacing">
    <w:name w:val="No Spacing"/>
    <w:uiPriority w:val="1"/>
    <w:qFormat/>
    <w:rsid w:val="00155688"/>
    <w:rPr>
      <w:rFonts w:eastAsiaTheme="minorHAnsi"/>
      <w:color w:val="1F497D" w:themeColor="text2"/>
      <w:sz w:val="24"/>
      <w:szCs w:val="22"/>
      <w:lang w:eastAsia="en-US"/>
    </w:rPr>
  </w:style>
  <w:style w:type="character" w:customStyle="1" w:styleId="querytxt">
    <w:name w:val="querytxt"/>
    <w:basedOn w:val="DefaultParagraphFont"/>
    <w:rsid w:val="003B01C3"/>
  </w:style>
  <w:style w:type="character" w:customStyle="1" w:styleId="querysrchtermbrace">
    <w:name w:val="querysrchtermbrace"/>
    <w:basedOn w:val="DefaultParagraphFont"/>
    <w:rsid w:val="003B01C3"/>
  </w:style>
  <w:style w:type="character" w:customStyle="1" w:styleId="queryoperator">
    <w:name w:val="queryoperator"/>
    <w:basedOn w:val="DefaultParagraphFont"/>
    <w:rsid w:val="003B01C3"/>
  </w:style>
  <w:style w:type="character" w:customStyle="1" w:styleId="querysrchterm">
    <w:name w:val="querysrchterm"/>
    <w:basedOn w:val="DefaultParagraphFont"/>
    <w:rsid w:val="003B01C3"/>
  </w:style>
  <w:style w:type="paragraph" w:styleId="ListParagraph">
    <w:name w:val="List Paragraph"/>
    <w:basedOn w:val="Normal"/>
    <w:uiPriority w:val="34"/>
    <w:qFormat/>
    <w:rsid w:val="002C75D4"/>
    <w:pPr>
      <w:spacing w:line="240" w:lineRule="auto"/>
      <w:ind w:left="720"/>
      <w:contextualSpacing/>
    </w:pPr>
    <w:rPr>
      <w:rFonts w:eastAsiaTheme="minorHAnsi"/>
      <w:szCs w:val="22"/>
      <w:lang w:val="en-CA"/>
    </w:rPr>
  </w:style>
  <w:style w:type="table" w:styleId="TableGrid">
    <w:name w:val="Table Grid"/>
    <w:basedOn w:val="TableNormal"/>
    <w:uiPriority w:val="59"/>
    <w:rsid w:val="006D02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AF191B"/>
    <w:rPr>
      <w:rFonts w:eastAsia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AF191B"/>
    <w:rPr>
      <w:i/>
      <w:iCs/>
    </w:rPr>
  </w:style>
  <w:style w:type="paragraph" w:styleId="Revision">
    <w:name w:val="Revision"/>
    <w:hidden/>
    <w:uiPriority w:val="99"/>
    <w:semiHidden/>
    <w:rsid w:val="000B24AD"/>
    <w:rPr>
      <w:sz w:val="24"/>
      <w:szCs w:val="24"/>
      <w:lang w:val="en-GB" w:eastAsia="en-US"/>
    </w:rPr>
  </w:style>
  <w:style w:type="paragraph" w:customStyle="1" w:styleId="xmsonormal">
    <w:name w:val="x_msonormal"/>
    <w:basedOn w:val="Normal"/>
    <w:rsid w:val="002A6633"/>
    <w:pPr>
      <w:spacing w:before="100" w:beforeAutospacing="1" w:after="100" w:afterAutospacing="1" w:line="240" w:lineRule="auto"/>
    </w:pPr>
    <w:rPr>
      <w:lang w:val="en-CA" w:eastAsia="en-CA"/>
    </w:rPr>
  </w:style>
  <w:style w:type="character" w:customStyle="1" w:styleId="apple-converted-space">
    <w:name w:val="apple-converted-space"/>
    <w:basedOn w:val="DefaultParagraphFont"/>
    <w:rsid w:val="00496DB7"/>
  </w:style>
  <w:style w:type="paragraph" w:customStyle="1" w:styleId="NoSpacing1">
    <w:name w:val="No Spacing1"/>
    <w:uiPriority w:val="1"/>
    <w:qFormat/>
    <w:rsid w:val="008E71B4"/>
    <w:rPr>
      <w:rFonts w:ascii="Cambria" w:eastAsia="Cambria" w:hAnsi="Cambria"/>
      <w:sz w:val="22"/>
      <w:szCs w:val="22"/>
      <w:lang w:val="en-US" w:eastAsia="en-US"/>
    </w:rPr>
  </w:style>
  <w:style w:type="table" w:styleId="LightShading">
    <w:name w:val="Light Shading"/>
    <w:basedOn w:val="TableNormal"/>
    <w:uiPriority w:val="60"/>
    <w:rsid w:val="008E71B4"/>
    <w:rPr>
      <w:rFonts w:ascii="Calibri" w:eastAsia="Calibri" w:hAnsi="Calibri"/>
      <w:color w:val="000000" w:themeColor="text1" w:themeShade="BF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highlight">
    <w:name w:val="highlight"/>
    <w:basedOn w:val="DefaultParagraphFont"/>
    <w:rsid w:val="00912DDC"/>
  </w:style>
  <w:style w:type="table" w:customStyle="1" w:styleId="TableGrid2">
    <w:name w:val="Table Grid2"/>
    <w:basedOn w:val="TableNormal"/>
    <w:next w:val="TableGrid"/>
    <w:uiPriority w:val="59"/>
    <w:rsid w:val="00115CC0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CA2E8A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paragraph" w:customStyle="1" w:styleId="xmsolistparagraph">
    <w:name w:val="x_msolistparagraph"/>
    <w:basedOn w:val="Normal"/>
    <w:rsid w:val="00372565"/>
    <w:pPr>
      <w:spacing w:before="100" w:beforeAutospacing="1" w:after="100" w:afterAutospacing="1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6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7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8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3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4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emy\Desktop\BMC153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12FDE-F983-4E81-977E-1101DBBFBD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3A051A-5358-4E2B-A409-24192F255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BMC153n.dot</Template>
  <TotalTime>3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sample article title</vt:lpstr>
    </vt:vector>
  </TitlesOfParts>
  <Company>Life Science Communications Ltd</Company>
  <LinksUpToDate>false</LinksUpToDate>
  <CharactersWithSpaces>911</CharactersWithSpaces>
  <SharedDoc>false</SharedDoc>
  <HLinks>
    <vt:vector size="18" baseType="variant">
      <vt:variant>
        <vt:i4>5832743</vt:i4>
      </vt:variant>
      <vt:variant>
        <vt:i4>6</vt:i4>
      </vt:variant>
      <vt:variant>
        <vt:i4>0</vt:i4>
      </vt:variant>
      <vt:variant>
        <vt:i4>5</vt:i4>
      </vt:variant>
      <vt:variant>
        <vt:lpwstr>mailto:johnsmith@darwin.co.uk</vt:lpwstr>
      </vt:variant>
      <vt:variant>
        <vt:lpwstr/>
      </vt:variant>
      <vt:variant>
        <vt:i4>7864325</vt:i4>
      </vt:variant>
      <vt:variant>
        <vt:i4>3</vt:i4>
      </vt:variant>
      <vt:variant>
        <vt:i4>0</vt:i4>
      </vt:variant>
      <vt:variant>
        <vt:i4>5</vt:i4>
      </vt:variant>
      <vt:variant>
        <vt:lpwstr>mailto:jane@darwin.co.uk</vt:lpwstr>
      </vt:variant>
      <vt:variant>
        <vt:lpwstr/>
      </vt:variant>
      <vt:variant>
        <vt:i4>3407936</vt:i4>
      </vt:variant>
      <vt:variant>
        <vt:i4>0</vt:i4>
      </vt:variant>
      <vt:variant>
        <vt:i4>0</vt:i4>
      </vt:variant>
      <vt:variant>
        <vt:i4>5</vt:i4>
      </vt:variant>
      <vt:variant>
        <vt:lpwstr>mailto:charles@darwin.co.uk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sample article title</dc:title>
  <dc:creator>Jeremy</dc:creator>
  <cp:lastModifiedBy>Jeremy Ng</cp:lastModifiedBy>
  <cp:revision>4</cp:revision>
  <cp:lastPrinted>2016-06-22T20:30:00Z</cp:lastPrinted>
  <dcterms:created xsi:type="dcterms:W3CDTF">2020-07-09T17:24:00Z</dcterms:created>
  <dcterms:modified xsi:type="dcterms:W3CDTF">2020-07-27T21:09:00Z</dcterms:modified>
</cp:coreProperties>
</file>